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40D11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1895E998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4A2F2A56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Viiratsi Saeveski  AS </w:t>
      </w:r>
      <w:r w:rsidRPr="00330C91">
        <w:rPr>
          <w:spacing w:val="0"/>
          <w:position w:val="0"/>
          <w:sz w:val="20"/>
        </w:rPr>
        <w:t>vahelise</w:t>
      </w:r>
    </w:p>
    <w:p w14:paraId="0E77EEFA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A17961C" w14:textId="564D987F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750206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B85C69">
        <w:rPr>
          <w:spacing w:val="0"/>
          <w:position w:val="0"/>
          <w:sz w:val="20"/>
        </w:rPr>
        <w:t>134</w:t>
      </w:r>
      <w:r w:rsidRPr="00330C91">
        <w:rPr>
          <w:spacing w:val="0"/>
          <w:position w:val="0"/>
          <w:sz w:val="20"/>
        </w:rPr>
        <w:t xml:space="preserve"> juurde</w:t>
      </w:r>
    </w:p>
    <w:p w14:paraId="65E666DE" w14:textId="77777777" w:rsidR="005253F3" w:rsidRPr="00330C91" w:rsidRDefault="005253F3" w:rsidP="00A111CB">
      <w:pPr>
        <w:jc w:val="center"/>
      </w:pPr>
    </w:p>
    <w:p w14:paraId="5305436A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0BF82183" w14:textId="77777777" w:rsidR="005253F3" w:rsidRPr="00330C91" w:rsidRDefault="005253F3" w:rsidP="00D2770C">
      <w:pPr>
        <w:jc w:val="center"/>
        <w:rPr>
          <w:sz w:val="18"/>
        </w:rPr>
      </w:pPr>
    </w:p>
    <w:p w14:paraId="492A5690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7847A016" w14:textId="77777777" w:rsidR="005253F3" w:rsidRPr="00330C91" w:rsidRDefault="005253F3" w:rsidP="005655A4">
      <w:pPr>
        <w:rPr>
          <w:sz w:val="18"/>
          <w:szCs w:val="18"/>
        </w:rPr>
      </w:pPr>
    </w:p>
    <w:p w14:paraId="6ED55AA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A03EA2D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533B7FA9" w14:textId="5497414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750206">
        <w:rPr>
          <w:sz w:val="20"/>
        </w:rPr>
        <w:t>2</w:t>
      </w:r>
      <w:r w:rsidR="00B85C69">
        <w:rPr>
          <w:sz w:val="20"/>
        </w:rPr>
        <w:t>4</w:t>
      </w:r>
      <w:r w:rsidR="002431FC">
        <w:rPr>
          <w:sz w:val="20"/>
        </w:rPr>
        <w:t>.0</w:t>
      </w:r>
      <w:r w:rsidR="00B85C69">
        <w:rPr>
          <w:sz w:val="20"/>
        </w:rPr>
        <w:t>4</w:t>
      </w:r>
      <w:r w:rsidR="00A17551">
        <w:rPr>
          <w:sz w:val="20"/>
        </w:rPr>
        <w:t>.202</w:t>
      </w:r>
      <w:r w:rsidR="00750206">
        <w:rPr>
          <w:sz w:val="20"/>
        </w:rPr>
        <w:t>5</w:t>
      </w:r>
      <w:r w:rsidRPr="00330C91">
        <w:rPr>
          <w:sz w:val="20"/>
        </w:rPr>
        <w:t xml:space="preserve"> a </w:t>
      </w:r>
      <w:r w:rsidR="00B85C69">
        <w:rPr>
          <w:sz w:val="20"/>
        </w:rPr>
        <w:t xml:space="preserve">kokkuleppehinnaga kiirestirikneva metsamaterjali </w:t>
      </w:r>
      <w:r w:rsidRPr="00330C91">
        <w:rPr>
          <w:sz w:val="20"/>
        </w:rPr>
        <w:t xml:space="preserve"> edukaks tu</w:t>
      </w:r>
      <w:r w:rsidR="001C3CA4">
        <w:rPr>
          <w:sz w:val="20"/>
        </w:rPr>
        <w:t>nnistamise protokolli nr 3-3.4/</w:t>
      </w:r>
      <w:r w:rsidR="00B85C69">
        <w:rPr>
          <w:sz w:val="20"/>
        </w:rPr>
        <w:t>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B85C69">
        <w:rPr>
          <w:bCs/>
          <w:sz w:val="20"/>
        </w:rPr>
        <w:t>mai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750206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F80DAA">
        <w:rPr>
          <w:bCs/>
          <w:sz w:val="20"/>
        </w:rPr>
        <w:t>juuni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750206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1649"/>
        <w:gridCol w:w="2327"/>
        <w:gridCol w:w="1980"/>
        <w:gridCol w:w="1974"/>
      </w:tblGrid>
      <w:tr w:rsidR="00750206" w:rsidRPr="00330C91" w14:paraId="0EBB8491" w14:textId="77777777" w:rsidTr="00154FE5">
        <w:trPr>
          <w:trHeight w:val="255"/>
        </w:trPr>
        <w:tc>
          <w:tcPr>
            <w:tcW w:w="999" w:type="pct"/>
            <w:noWrap/>
          </w:tcPr>
          <w:p w14:paraId="2C9D62E4" w14:textId="77777777" w:rsidR="00750206" w:rsidRPr="00330C91" w:rsidRDefault="00750206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32" w:type="pct"/>
            <w:noWrap/>
          </w:tcPr>
          <w:p w14:paraId="2CE79F45" w14:textId="77777777" w:rsidR="00750206" w:rsidRPr="00330C91" w:rsidRDefault="00750206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74" w:type="pct"/>
          </w:tcPr>
          <w:p w14:paraId="4CD5D6C2" w14:textId="77777777" w:rsidR="00750206" w:rsidRPr="00330C91" w:rsidRDefault="00750206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999" w:type="pct"/>
          </w:tcPr>
          <w:p w14:paraId="1AFE8962" w14:textId="5FCD8738" w:rsidR="00750206" w:rsidRDefault="00B85C69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</w:t>
            </w:r>
            <w:r w:rsidR="00750206">
              <w:rPr>
                <w:spacing w:val="0"/>
                <w:position w:val="0"/>
                <w:sz w:val="20"/>
                <w:lang w:eastAsia="et-EE"/>
              </w:rPr>
              <w:t>-juuni</w:t>
            </w:r>
          </w:p>
        </w:tc>
        <w:tc>
          <w:tcPr>
            <w:tcW w:w="996" w:type="pct"/>
            <w:noWrap/>
          </w:tcPr>
          <w:p w14:paraId="622A6041" w14:textId="77777777" w:rsidR="00750206" w:rsidRPr="00330C91" w:rsidRDefault="00750206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750206" w:rsidRPr="00330C91" w14:paraId="36334414" w14:textId="77777777" w:rsidTr="00154FE5">
        <w:trPr>
          <w:trHeight w:val="255"/>
        </w:trPr>
        <w:tc>
          <w:tcPr>
            <w:tcW w:w="999" w:type="pct"/>
            <w:noWrap/>
          </w:tcPr>
          <w:p w14:paraId="6EEE5F01" w14:textId="17C0A69C" w:rsidR="00750206" w:rsidRPr="00CF7870" w:rsidRDefault="00750206" w:rsidP="004D744C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Kuusepalk </w:t>
            </w:r>
          </w:p>
        </w:tc>
        <w:tc>
          <w:tcPr>
            <w:tcW w:w="832" w:type="pct"/>
            <w:noWrap/>
          </w:tcPr>
          <w:p w14:paraId="49BF9C61" w14:textId="41DA2943" w:rsidR="00750206" w:rsidRDefault="00750206" w:rsidP="004D744C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Vana-võidu</w:t>
            </w:r>
          </w:p>
        </w:tc>
        <w:tc>
          <w:tcPr>
            <w:tcW w:w="1174" w:type="pct"/>
            <w:vAlign w:val="center"/>
          </w:tcPr>
          <w:p w14:paraId="56DF082F" w14:textId="696DD9A9" w:rsidR="00750206" w:rsidRDefault="00750206" w:rsidP="004D744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99" w:type="pct"/>
          </w:tcPr>
          <w:p w14:paraId="4549CFD6" w14:textId="15623C80" w:rsidR="00750206" w:rsidRDefault="00750206" w:rsidP="004D744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  <w:r w:rsidR="00B85C69">
              <w:rPr>
                <w:bCs/>
                <w:sz w:val="20"/>
              </w:rPr>
              <w:t>000</w:t>
            </w:r>
          </w:p>
        </w:tc>
        <w:tc>
          <w:tcPr>
            <w:tcW w:w="996" w:type="pct"/>
            <w:noWrap/>
            <w:vAlign w:val="center"/>
          </w:tcPr>
          <w:p w14:paraId="7A5F5455" w14:textId="375D5D29" w:rsidR="00750206" w:rsidRDefault="00B85C69" w:rsidP="004D744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1000</w:t>
            </w:r>
          </w:p>
        </w:tc>
      </w:tr>
    </w:tbl>
    <w:p w14:paraId="198FDB00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3ED14F83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7EE43D7C" w14:textId="77777777" w:rsidR="005253F3" w:rsidRPr="00330C91" w:rsidRDefault="00C82DA0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2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8C44DC">
        <w:rPr>
          <w:spacing w:val="0"/>
          <w:position w:val="0"/>
          <w:sz w:val="20"/>
          <w:lang w:eastAsia="et-EE"/>
        </w:rPr>
        <w:t xml:space="preserve">est Tarneperioodi jooksul kuni 30%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1517C9A4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4C9F5B57" w14:textId="77777777" w:rsidR="005253F3" w:rsidRPr="00330C91" w:rsidRDefault="00C82DA0" w:rsidP="00EB57EF">
      <w:pPr>
        <w:rPr>
          <w:b/>
          <w:sz w:val="20"/>
        </w:rPr>
      </w:pPr>
      <w:r>
        <w:rPr>
          <w:b/>
          <w:sz w:val="20"/>
        </w:rPr>
        <w:t>3</w:t>
      </w:r>
      <w:r w:rsidR="005253F3" w:rsidRPr="00330C91">
        <w:rPr>
          <w:b/>
          <w:sz w:val="20"/>
        </w:rPr>
        <w:t xml:space="preserve">. Poolte allkirjad  </w:t>
      </w:r>
    </w:p>
    <w:p w14:paraId="187FEC61" w14:textId="77777777" w:rsidR="005253F3" w:rsidRPr="00330C91" w:rsidRDefault="005253F3" w:rsidP="00EB57EF">
      <w:pPr>
        <w:rPr>
          <w:b/>
          <w:sz w:val="20"/>
        </w:rPr>
      </w:pPr>
    </w:p>
    <w:p w14:paraId="7E9BFB8F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10E913D" w14:textId="77777777" w:rsidR="005253F3" w:rsidRPr="00330C91" w:rsidRDefault="005253F3" w:rsidP="00EB57EF">
      <w:pPr>
        <w:rPr>
          <w:b/>
          <w:sz w:val="20"/>
        </w:rPr>
      </w:pPr>
    </w:p>
    <w:p w14:paraId="66E6A767" w14:textId="77777777" w:rsidR="005253F3" w:rsidRPr="00330C91" w:rsidRDefault="005253F3" w:rsidP="00EB57EF">
      <w:pPr>
        <w:rPr>
          <w:i/>
          <w:sz w:val="20"/>
        </w:rPr>
      </w:pPr>
    </w:p>
    <w:p w14:paraId="39B0F6E1" w14:textId="77777777" w:rsidR="007207F8" w:rsidRPr="00330C91" w:rsidRDefault="007207F8" w:rsidP="007207F8">
      <w:pPr>
        <w:rPr>
          <w:sz w:val="20"/>
        </w:rPr>
      </w:pPr>
    </w:p>
    <w:p w14:paraId="54FBF51F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60F788DE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134A87FD" w14:textId="77777777" w:rsidR="005253F3" w:rsidRPr="00330C91" w:rsidRDefault="005253F3" w:rsidP="00D83439">
      <w:pPr>
        <w:rPr>
          <w:b/>
          <w:sz w:val="20"/>
        </w:rPr>
      </w:pPr>
    </w:p>
    <w:p w14:paraId="2D4FB87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29ECAB61" w14:textId="77777777" w:rsidR="00B85C69" w:rsidRPr="00330C91" w:rsidRDefault="00B85C69" w:rsidP="00B85C6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Viiratsi Saeveski  AS </w:t>
      </w:r>
      <w:r w:rsidRPr="00330C91">
        <w:rPr>
          <w:spacing w:val="0"/>
          <w:position w:val="0"/>
          <w:sz w:val="20"/>
        </w:rPr>
        <w:t>vahelise</w:t>
      </w:r>
    </w:p>
    <w:p w14:paraId="77777BEE" w14:textId="77777777" w:rsidR="00B85C69" w:rsidRPr="00330C91" w:rsidRDefault="00B85C69" w:rsidP="00B85C6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DDA558B" w14:textId="37D08A12" w:rsidR="00B85C69" w:rsidRPr="00330C91" w:rsidRDefault="00B85C69" w:rsidP="00B85C6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2025/134</w:t>
      </w:r>
      <w:r w:rsidRPr="00330C91">
        <w:rPr>
          <w:spacing w:val="0"/>
          <w:position w:val="0"/>
          <w:sz w:val="20"/>
        </w:rPr>
        <w:t xml:space="preserve"> juurde</w:t>
      </w:r>
    </w:p>
    <w:p w14:paraId="26F93921" w14:textId="6A03351A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</w:p>
    <w:p w14:paraId="42117CDB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33EFBD8B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0F474B20" w14:textId="77777777" w:rsidR="005253F3" w:rsidRPr="00330C91" w:rsidRDefault="005253F3" w:rsidP="00244AC9">
      <w:pPr>
        <w:rPr>
          <w:sz w:val="20"/>
        </w:rPr>
      </w:pPr>
    </w:p>
    <w:p w14:paraId="3D19C4FF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20A73139" w14:textId="77777777" w:rsidR="005253F3" w:rsidRPr="00330C91" w:rsidRDefault="005253F3" w:rsidP="00B30713">
      <w:pPr>
        <w:rPr>
          <w:sz w:val="18"/>
          <w:szCs w:val="18"/>
        </w:rPr>
      </w:pPr>
    </w:p>
    <w:p w14:paraId="49180F3B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3B0D14C3" w14:textId="77777777" w:rsidR="005253F3" w:rsidRPr="00330C91" w:rsidRDefault="005253F3" w:rsidP="005655A4">
      <w:pPr>
        <w:rPr>
          <w:b/>
          <w:sz w:val="18"/>
        </w:rPr>
      </w:pPr>
    </w:p>
    <w:p w14:paraId="7FE25DDE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A381678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44C2C725" w14:textId="77777777" w:rsidR="005253F3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9928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985"/>
        <w:gridCol w:w="2835"/>
        <w:gridCol w:w="3260"/>
      </w:tblGrid>
      <w:tr w:rsidR="001D298A" w:rsidRPr="001D298A" w14:paraId="0A37A3E0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B034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Sortiment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ABF4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Läbimõõt kooreta: ladvast (cm)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B397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Pikkus (dm)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7CBF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 xml:space="preserve">Kvaliteet </w:t>
            </w:r>
          </w:p>
        </w:tc>
      </w:tr>
      <w:tr w:rsidR="001D298A" w:rsidRPr="001D298A" w14:paraId="0B65C870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7EDA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Kuusepalk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26B3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51248AA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 xml:space="preserve">30-60 (+ </w:t>
            </w:r>
            <w:proofErr w:type="spellStart"/>
            <w:r w:rsidRPr="001D298A">
              <w:rPr>
                <w:bCs/>
                <w:sz w:val="20"/>
              </w:rPr>
              <w:t>ülemõõt</w:t>
            </w:r>
            <w:proofErr w:type="spellEnd"/>
            <w:r w:rsidRPr="001D298A">
              <w:rPr>
                <w:bCs/>
                <w:sz w:val="20"/>
              </w:rPr>
              <w:t xml:space="preserve"> minimaalselt 7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97A7EF9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  <w:tr w:rsidR="001D298A" w:rsidRPr="001D298A" w14:paraId="72583136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2A15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Männipalk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46B7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6F3A136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 xml:space="preserve">30-60 (+ </w:t>
            </w:r>
            <w:proofErr w:type="spellStart"/>
            <w:r w:rsidRPr="001D298A">
              <w:rPr>
                <w:bCs/>
                <w:sz w:val="20"/>
              </w:rPr>
              <w:t>ülemõõt</w:t>
            </w:r>
            <w:proofErr w:type="spellEnd"/>
            <w:r w:rsidRPr="001D298A">
              <w:rPr>
                <w:bCs/>
                <w:sz w:val="20"/>
              </w:rPr>
              <w:t xml:space="preserve"> minimaalselt 7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B7C8070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</w:tbl>
    <w:p w14:paraId="3C64CD71" w14:textId="77777777" w:rsidR="001D298A" w:rsidRPr="00330C91" w:rsidRDefault="001D298A" w:rsidP="00AD3838">
      <w:pPr>
        <w:rPr>
          <w:bCs/>
          <w:sz w:val="20"/>
        </w:rPr>
      </w:pPr>
    </w:p>
    <w:p w14:paraId="022A4664" w14:textId="77777777" w:rsidR="005253F3" w:rsidRPr="00330C91" w:rsidRDefault="005253F3" w:rsidP="005655A4">
      <w:pPr>
        <w:rPr>
          <w:b/>
          <w:bCs/>
          <w:sz w:val="20"/>
        </w:rPr>
      </w:pPr>
    </w:p>
    <w:p w14:paraId="2ADB11BE" w14:textId="7777777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31446E55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29498839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4FBC847" w14:textId="77777777" w:rsidR="005253F3" w:rsidRPr="00330C91" w:rsidRDefault="005253F3" w:rsidP="00EB57EF">
      <w:pPr>
        <w:rPr>
          <w:b/>
          <w:sz w:val="20"/>
        </w:rPr>
      </w:pPr>
    </w:p>
    <w:p w14:paraId="4A3F0FE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051EF06" w14:textId="77777777" w:rsidR="005253F3" w:rsidRPr="00330C91" w:rsidRDefault="005253F3" w:rsidP="00EB57EF">
      <w:pPr>
        <w:rPr>
          <w:sz w:val="20"/>
        </w:rPr>
      </w:pPr>
    </w:p>
    <w:p w14:paraId="124BBEC8" w14:textId="77777777" w:rsidR="005253F3" w:rsidRPr="00330C91" w:rsidRDefault="005253F3" w:rsidP="00EB57EF">
      <w:pPr>
        <w:rPr>
          <w:i/>
          <w:sz w:val="20"/>
        </w:rPr>
      </w:pPr>
    </w:p>
    <w:p w14:paraId="7EE2AD09" w14:textId="77777777" w:rsidR="007207F8" w:rsidRPr="00330C91" w:rsidRDefault="007207F8" w:rsidP="007207F8">
      <w:pPr>
        <w:rPr>
          <w:sz w:val="20"/>
        </w:rPr>
      </w:pPr>
    </w:p>
    <w:p w14:paraId="59151CD1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19FF6328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758BB837" w14:textId="77777777" w:rsidR="005253F3" w:rsidRPr="00330C91" w:rsidRDefault="005253F3" w:rsidP="00B30713">
      <w:pPr>
        <w:rPr>
          <w:b/>
          <w:sz w:val="20"/>
        </w:rPr>
      </w:pPr>
    </w:p>
    <w:p w14:paraId="0C270926" w14:textId="77777777" w:rsidR="005253F3" w:rsidRPr="00330C91" w:rsidRDefault="005253F3" w:rsidP="00B30713">
      <w:pPr>
        <w:rPr>
          <w:b/>
          <w:sz w:val="20"/>
        </w:rPr>
      </w:pPr>
    </w:p>
    <w:p w14:paraId="5096B153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7C10878A" w14:textId="77777777" w:rsidR="00B85C69" w:rsidRPr="00330C91" w:rsidRDefault="00B85C69" w:rsidP="00B85C6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Viiratsi Saeveski  AS </w:t>
      </w:r>
      <w:r w:rsidRPr="00330C91">
        <w:rPr>
          <w:spacing w:val="0"/>
          <w:position w:val="0"/>
          <w:sz w:val="20"/>
        </w:rPr>
        <w:t>vahelise</w:t>
      </w:r>
    </w:p>
    <w:p w14:paraId="212CB55E" w14:textId="77777777" w:rsidR="00B85C69" w:rsidRPr="00330C91" w:rsidRDefault="00B85C69" w:rsidP="00B85C6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B3690EB" w14:textId="584A5CA2" w:rsidR="00B85C69" w:rsidRPr="00330C91" w:rsidRDefault="00B85C69" w:rsidP="00B85C6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2025/134</w:t>
      </w:r>
      <w:r w:rsidRPr="00330C91">
        <w:rPr>
          <w:spacing w:val="0"/>
          <w:position w:val="0"/>
          <w:sz w:val="20"/>
        </w:rPr>
        <w:t xml:space="preserve"> juurde</w:t>
      </w:r>
    </w:p>
    <w:p w14:paraId="25E7602B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38610ADE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7DEAB7CB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3099DC16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199CFCDB" w14:textId="77777777" w:rsidR="005253F3" w:rsidRPr="00330C91" w:rsidRDefault="005253F3" w:rsidP="00B30713">
      <w:pPr>
        <w:rPr>
          <w:sz w:val="18"/>
          <w:szCs w:val="18"/>
        </w:rPr>
      </w:pPr>
    </w:p>
    <w:p w14:paraId="369D0E43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4238FCBA" w14:textId="77777777" w:rsidR="005253F3" w:rsidRPr="00330C91" w:rsidRDefault="005253F3" w:rsidP="005655A4">
      <w:pPr>
        <w:rPr>
          <w:b/>
          <w:sz w:val="18"/>
        </w:rPr>
      </w:pPr>
    </w:p>
    <w:p w14:paraId="1F4443FD" w14:textId="77777777" w:rsidR="005253F3" w:rsidRDefault="005253F3" w:rsidP="00555EC5">
      <w:pPr>
        <w:pStyle w:val="Loendilik"/>
        <w:numPr>
          <w:ilvl w:val="0"/>
          <w:numId w:val="13"/>
        </w:numPr>
        <w:rPr>
          <w:bCs/>
          <w:sz w:val="20"/>
        </w:rPr>
      </w:pPr>
      <w:r w:rsidRPr="00555EC5">
        <w:rPr>
          <w:bCs/>
          <w:sz w:val="20"/>
        </w:rPr>
        <w:t>Müüja müüb ja Ostja ostab Metsamaterjali, mille hind Ostja laos on sätestatud alljärgnevalt:</w:t>
      </w:r>
    </w:p>
    <w:p w14:paraId="4D284E58" w14:textId="77777777" w:rsidR="003877B1" w:rsidRPr="003877B1" w:rsidRDefault="003877B1" w:rsidP="003877B1">
      <w:pPr>
        <w:rPr>
          <w:bCs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6"/>
        <w:gridCol w:w="2345"/>
        <w:gridCol w:w="1438"/>
        <w:gridCol w:w="1438"/>
        <w:gridCol w:w="1974"/>
      </w:tblGrid>
      <w:tr w:rsidR="00F77D28" w:rsidRPr="00751D17" w14:paraId="5E3D562F" w14:textId="77777777" w:rsidTr="00A415CE">
        <w:trPr>
          <w:trHeight w:val="320"/>
        </w:trPr>
        <w:tc>
          <w:tcPr>
            <w:tcW w:w="136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D45F85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1617D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Kvaliteet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5A8A9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Diameeter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45AB3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Diameeter 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0984FE2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Pikkused </w:t>
            </w:r>
            <w:proofErr w:type="spellStart"/>
            <w:r w:rsidRPr="00751D17">
              <w:rPr>
                <w:spacing w:val="0"/>
                <w:position w:val="0"/>
                <w:sz w:val="20"/>
                <w:lang w:eastAsia="et-EE"/>
              </w:rPr>
              <w:t>ülemõõduta</w:t>
            </w:r>
            <w:proofErr w:type="spellEnd"/>
          </w:p>
        </w:tc>
      </w:tr>
      <w:tr w:rsidR="00F77D28" w:rsidRPr="007B5D6F" w14:paraId="62843679" w14:textId="77777777" w:rsidTr="00A415CE">
        <w:trPr>
          <w:trHeight w:val="320"/>
        </w:trPr>
        <w:tc>
          <w:tcPr>
            <w:tcW w:w="136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0350B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118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FDD62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CD225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ladvast</w:t>
            </w:r>
          </w:p>
        </w:tc>
        <w:tc>
          <w:tcPr>
            <w:tcW w:w="7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68B3E" w14:textId="77777777" w:rsidR="00F77D28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tüvest </w:t>
            </w:r>
          </w:p>
          <w:p w14:paraId="40E88D09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proofErr w:type="spellStart"/>
            <w:r>
              <w:rPr>
                <w:spacing w:val="0"/>
                <w:position w:val="0"/>
                <w:sz w:val="20"/>
                <w:lang w:eastAsia="et-EE"/>
              </w:rPr>
              <w:t>max</w:t>
            </w:r>
            <w:proofErr w:type="spellEnd"/>
            <w:r>
              <w:rPr>
                <w:spacing w:val="0"/>
                <w:position w:val="0"/>
                <w:sz w:val="20"/>
                <w:lang w:eastAsia="et-EE"/>
              </w:rPr>
              <w:t xml:space="preserve"> </w:t>
            </w:r>
            <w:r w:rsidRPr="00751D17">
              <w:rPr>
                <w:spacing w:val="0"/>
                <w:position w:val="0"/>
                <w:sz w:val="20"/>
                <w:lang w:eastAsia="et-EE"/>
              </w:rPr>
              <w:t>(cm)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34775EFF" w14:textId="77777777" w:rsidR="00F77D28" w:rsidRPr="007B5D6F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Pikkus 30</w:t>
            </w:r>
            <w:r w:rsidRPr="007B5D6F">
              <w:rPr>
                <w:spacing w:val="0"/>
                <w:position w:val="0"/>
                <w:sz w:val="20"/>
                <w:lang w:eastAsia="et-EE"/>
              </w:rPr>
              <w:t>-</w:t>
            </w:r>
            <w:r>
              <w:rPr>
                <w:spacing w:val="0"/>
                <w:position w:val="0"/>
                <w:sz w:val="20"/>
                <w:lang w:eastAsia="et-EE"/>
              </w:rPr>
              <w:t>60</w:t>
            </w:r>
          </w:p>
        </w:tc>
      </w:tr>
      <w:tr w:rsidR="00F77D28" w:rsidRPr="00751D17" w14:paraId="3C617A29" w14:textId="77777777" w:rsidTr="00A415CE">
        <w:trPr>
          <w:trHeight w:val="520"/>
        </w:trPr>
        <w:tc>
          <w:tcPr>
            <w:tcW w:w="13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AB7FF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Selgitus</w:t>
            </w:r>
          </w:p>
        </w:tc>
        <w:tc>
          <w:tcPr>
            <w:tcW w:w="118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164A9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F9BFC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kooreta</w:t>
            </w: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FDE4D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2AAFFBF4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</w:tr>
      <w:tr w:rsidR="00F77D28" w:rsidRPr="00751D17" w14:paraId="65853120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984B6B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118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91F727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C35E40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 xml:space="preserve">     (cm)</w:t>
            </w: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0387E1" w14:textId="77777777" w:rsidR="00F77D28" w:rsidRPr="00751D17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809948" w14:textId="77777777" w:rsidR="00F77D28" w:rsidRPr="00751D17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Hind EUR/m3</w:t>
            </w:r>
          </w:p>
        </w:tc>
      </w:tr>
      <w:tr w:rsidR="00F77D28" w14:paraId="34165220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BA8DE3" w14:textId="298DDA23" w:rsidR="00F77D28" w:rsidRPr="00881966" w:rsidRDefault="00F77D28" w:rsidP="00A415CE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22192" w14:textId="77777777" w:rsidR="00F77D28" w:rsidRPr="00881966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AB49" w14:textId="77777777" w:rsidR="00F77D28" w:rsidRPr="00881966" w:rsidRDefault="00F77D28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8,0-9,9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E1A22" w14:textId="77777777" w:rsidR="00F77D28" w:rsidRPr="00881966" w:rsidRDefault="00F77D28" w:rsidP="00A415CE">
            <w:pPr>
              <w:jc w:val="center"/>
            </w:pPr>
            <w:r>
              <w:rPr>
                <w:spacing w:val="0"/>
                <w:position w:val="0"/>
                <w:sz w:val="20"/>
                <w:lang w:eastAsia="et-EE"/>
              </w:rPr>
              <w:t>60</w:t>
            </w:r>
          </w:p>
          <w:p w14:paraId="79ED8C0D" w14:textId="77777777" w:rsidR="00F77D28" w:rsidRPr="00881966" w:rsidRDefault="00F77D28" w:rsidP="00A415CE">
            <w:pPr>
              <w:jc w:val="both"/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922B8BF" w14:textId="5F798857" w:rsidR="00F77D28" w:rsidRDefault="003F1EB2" w:rsidP="00A415CE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70</w:t>
            </w:r>
          </w:p>
        </w:tc>
      </w:tr>
      <w:tr w:rsidR="00F77D28" w14:paraId="141B18C4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596E30" w14:textId="1F01F73F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1C1A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E42B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10,0-12,9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50D7B" w14:textId="77777777" w:rsidR="00F77D28" w:rsidRPr="00881966" w:rsidRDefault="00F77D28" w:rsidP="00F77D28">
            <w:pPr>
              <w:jc w:val="both"/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E2E294" w14:textId="2E96E0A8" w:rsidR="00F77D28" w:rsidRDefault="00691B0D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83</w:t>
            </w:r>
          </w:p>
        </w:tc>
      </w:tr>
      <w:tr w:rsidR="00F77D28" w14:paraId="5D506866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E91D83D" w14:textId="543DB819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18F79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03C6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13,0-1</w:t>
            </w:r>
            <w:r>
              <w:rPr>
                <w:spacing w:val="0"/>
                <w:position w:val="0"/>
                <w:sz w:val="20"/>
                <w:lang w:eastAsia="et-EE"/>
              </w:rPr>
              <w:t>7</w:t>
            </w:r>
            <w:r w:rsidRPr="00881966">
              <w:rPr>
                <w:spacing w:val="0"/>
                <w:position w:val="0"/>
                <w:sz w:val="20"/>
                <w:lang w:eastAsia="et-EE"/>
              </w:rPr>
              <w:t>,</w:t>
            </w:r>
            <w:r>
              <w:rPr>
                <w:spacing w:val="0"/>
                <w:position w:val="0"/>
                <w:sz w:val="20"/>
                <w:lang w:eastAsia="et-EE"/>
              </w:rPr>
              <w:t>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FB5A4" w14:textId="77777777" w:rsidR="00F77D28" w:rsidRPr="00881966" w:rsidRDefault="00F77D28" w:rsidP="00F77D28">
            <w:pPr>
              <w:jc w:val="both"/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A8584E" w14:textId="32FAAAAC" w:rsidR="00F77D28" w:rsidRDefault="00691B0D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83</w:t>
            </w:r>
          </w:p>
        </w:tc>
      </w:tr>
      <w:tr w:rsidR="00F77D28" w14:paraId="4F3F69B6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0C1F681" w14:textId="64E6B5F7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AB0D1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28CE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18,0-24</w:t>
            </w:r>
            <w:r w:rsidRPr="00881966">
              <w:rPr>
                <w:spacing w:val="0"/>
                <w:position w:val="0"/>
                <w:sz w:val="20"/>
                <w:lang w:eastAsia="et-EE"/>
              </w:rPr>
              <w:t>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0295F" w14:textId="77777777" w:rsidR="00F77D28" w:rsidRPr="00881966" w:rsidRDefault="00F77D28" w:rsidP="00F77D28">
            <w:pPr>
              <w:jc w:val="both"/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F006BD" w14:textId="2EFA2D76" w:rsidR="00F77D28" w:rsidRDefault="00691B0D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83</w:t>
            </w:r>
          </w:p>
        </w:tc>
      </w:tr>
      <w:tr w:rsidR="00F77D28" w14:paraId="114BC3EB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4EC73811" w14:textId="7BAAAF02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ED2EB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6D0A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25</w:t>
            </w:r>
            <w:r w:rsidRPr="00881966">
              <w:rPr>
                <w:spacing w:val="0"/>
                <w:position w:val="0"/>
                <w:sz w:val="20"/>
                <w:lang w:eastAsia="et-EE"/>
              </w:rPr>
              <w:t>,0-</w:t>
            </w:r>
            <w:r>
              <w:rPr>
                <w:spacing w:val="0"/>
                <w:position w:val="0"/>
                <w:sz w:val="20"/>
                <w:lang w:eastAsia="et-EE"/>
              </w:rPr>
              <w:t>31,9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A1983" w14:textId="77777777" w:rsidR="00F77D28" w:rsidRPr="00881966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AD17A40" w14:textId="7261CBBF" w:rsidR="00F77D28" w:rsidRDefault="00691B0D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9</w:t>
            </w:r>
            <w:r w:rsidR="00D91832">
              <w:rPr>
                <w:spacing w:val="0"/>
                <w:position w:val="0"/>
                <w:sz w:val="20"/>
                <w:lang w:eastAsia="et-EE"/>
              </w:rPr>
              <w:t>1</w:t>
            </w:r>
          </w:p>
        </w:tc>
      </w:tr>
      <w:tr w:rsidR="00F77D28" w14:paraId="63930730" w14:textId="77777777" w:rsidTr="00A415CE">
        <w:trPr>
          <w:trHeight w:val="32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22A7B99B" w14:textId="151EFABD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841BC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881966"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7547" w14:textId="77777777" w:rsidR="00F77D28" w:rsidRPr="00881966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32,0+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61689" w14:textId="77777777" w:rsidR="00F77D28" w:rsidRPr="00881966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CB5546" w14:textId="1AA3B9B6" w:rsidR="00F77D28" w:rsidRDefault="00691B0D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9</w:t>
            </w:r>
            <w:r w:rsidR="00D91832">
              <w:rPr>
                <w:spacing w:val="0"/>
                <w:position w:val="0"/>
                <w:sz w:val="20"/>
                <w:lang w:eastAsia="et-EE"/>
              </w:rPr>
              <w:t>2</w:t>
            </w:r>
          </w:p>
        </w:tc>
      </w:tr>
      <w:tr w:rsidR="00F77D28" w:rsidRPr="00F30EEF" w14:paraId="50ACF1D0" w14:textId="77777777" w:rsidTr="00A415CE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A87B573" w14:textId="0DBDFA7B" w:rsidR="00F77D28" w:rsidRPr="00970AD2" w:rsidRDefault="00F77D28" w:rsidP="00F77D28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48BDAA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0822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8-9,9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1F756" w14:textId="77777777" w:rsidR="00F77D28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A892B" w14:textId="77777777" w:rsidR="00F77D28" w:rsidRPr="00F30EEF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F30EEF">
              <w:rPr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F77D28" w:rsidRPr="00F30EEF" w14:paraId="1B464457" w14:textId="77777777" w:rsidTr="00A415CE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15C5A570" w14:textId="25520445" w:rsidR="00F77D28" w:rsidRPr="00970AD2" w:rsidRDefault="00F77D28" w:rsidP="00F77D28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86A3D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9AF8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10-12,9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6231D" w14:textId="77777777" w:rsidR="00F77D28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DF5AA" w14:textId="77777777" w:rsidR="00F77D28" w:rsidRPr="00F30EEF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F30EEF">
              <w:rPr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F77D28" w:rsidRPr="00F30EEF" w14:paraId="0559796A" w14:textId="77777777" w:rsidTr="00A415CE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71B87F51" w14:textId="34978932" w:rsidR="00F77D28" w:rsidRPr="00970AD2" w:rsidRDefault="00F77D28" w:rsidP="00F77D28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92BBA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6E96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13-17,9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25F89" w14:textId="77777777" w:rsidR="00F77D28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7EC1A" w14:textId="77777777" w:rsidR="00F77D28" w:rsidRPr="00F30EEF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F30EEF">
              <w:rPr>
                <w:spacing w:val="0"/>
                <w:position w:val="0"/>
                <w:sz w:val="20"/>
                <w:lang w:eastAsia="et-EE"/>
              </w:rPr>
              <w:t>50</w:t>
            </w:r>
          </w:p>
        </w:tc>
      </w:tr>
      <w:tr w:rsidR="00F77D28" w:rsidRPr="00F30EEF" w14:paraId="19A19E84" w14:textId="77777777" w:rsidTr="00A415CE">
        <w:trPr>
          <w:trHeight w:val="530"/>
        </w:trPr>
        <w:tc>
          <w:tcPr>
            <w:tcW w:w="1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5493946C" w14:textId="55DA80FA" w:rsidR="00F77D28" w:rsidRPr="00970AD2" w:rsidRDefault="00F77D28" w:rsidP="00F77D28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1E6ED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 xml:space="preserve">D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D6F6" w14:textId="77777777" w:rsidR="00F77D28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18+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74C12" w14:textId="77777777" w:rsidR="00F77D28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E2AED" w14:textId="77777777" w:rsidR="00F77D28" w:rsidRPr="00F30EEF" w:rsidRDefault="00F77D28" w:rsidP="00F77D28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50</w:t>
            </w:r>
          </w:p>
        </w:tc>
      </w:tr>
      <w:tr w:rsidR="00F77D28" w14:paraId="33B463C0" w14:textId="77777777" w:rsidTr="00A415CE">
        <w:trPr>
          <w:trHeight w:val="320"/>
        </w:trPr>
        <w:tc>
          <w:tcPr>
            <w:tcW w:w="13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84AEE50" w14:textId="305B328A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7464" w14:textId="77777777" w:rsidR="00F77D28" w:rsidRPr="00751D17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Praak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E76F" w14:textId="77777777" w:rsidR="00F77D28" w:rsidRPr="00751D17" w:rsidRDefault="00F77D28" w:rsidP="00F77D28">
            <w:pPr>
              <w:rPr>
                <w:spacing w:val="0"/>
                <w:position w:val="0"/>
                <w:sz w:val="20"/>
                <w:lang w:eastAsia="et-EE"/>
              </w:rPr>
            </w:pPr>
            <w:r w:rsidRPr="00751D17">
              <w:rPr>
                <w:spacing w:val="0"/>
                <w:position w:val="0"/>
                <w:sz w:val="20"/>
                <w:lang w:eastAsia="et-EE"/>
              </w:rPr>
              <w:t> 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175A1" w14:textId="77777777" w:rsidR="00F77D28" w:rsidRPr="00751D17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EFA4EF9" w14:textId="77777777" w:rsidR="00F77D28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35</w:t>
            </w:r>
          </w:p>
        </w:tc>
      </w:tr>
      <w:tr w:rsidR="00F77D28" w14:paraId="6A4B54D1" w14:textId="77777777" w:rsidTr="00A415CE">
        <w:trPr>
          <w:trHeight w:val="320"/>
        </w:trPr>
        <w:tc>
          <w:tcPr>
            <w:tcW w:w="136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2A63868E" w14:textId="05F1FD0B" w:rsidR="00F77D28" w:rsidRDefault="00F77D28" w:rsidP="00F77D28">
            <w:r w:rsidRPr="00E72248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DCC34" w14:textId="77777777" w:rsidR="00F77D28" w:rsidRPr="00751D17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Praak Metall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BFD5" w14:textId="77777777" w:rsidR="00F77D28" w:rsidRPr="00751D17" w:rsidRDefault="00F77D28" w:rsidP="00F77D28">
            <w:pPr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F1928" w14:textId="77777777" w:rsidR="00F77D28" w:rsidRPr="00751D17" w:rsidRDefault="00F77D28" w:rsidP="00F77D28">
            <w:pPr>
              <w:jc w:val="both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924F804" w14:textId="77777777" w:rsidR="00F77D28" w:rsidRDefault="00F77D28" w:rsidP="00F77D28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25</w:t>
            </w:r>
          </w:p>
        </w:tc>
      </w:tr>
    </w:tbl>
    <w:p w14:paraId="7ECA591A" w14:textId="77777777" w:rsidR="00F77D28" w:rsidRDefault="00F77D28" w:rsidP="00F77D28">
      <w:pPr>
        <w:rPr>
          <w:bCs/>
          <w:sz w:val="20"/>
        </w:rPr>
      </w:pPr>
    </w:p>
    <w:p w14:paraId="2031CFBD" w14:textId="77777777" w:rsidR="003877B1" w:rsidRDefault="003877B1" w:rsidP="00F77D28">
      <w:pPr>
        <w:rPr>
          <w:bCs/>
          <w:sz w:val="20"/>
        </w:rPr>
      </w:pPr>
    </w:p>
    <w:p w14:paraId="10134B23" w14:textId="77777777" w:rsidR="003877B1" w:rsidRDefault="003877B1" w:rsidP="00F77D28">
      <w:pPr>
        <w:rPr>
          <w:bCs/>
          <w:sz w:val="20"/>
        </w:rPr>
      </w:pPr>
    </w:p>
    <w:p w14:paraId="6E154A71" w14:textId="77777777" w:rsidR="003877B1" w:rsidRDefault="003877B1" w:rsidP="00F77D28">
      <w:pPr>
        <w:rPr>
          <w:bCs/>
          <w:sz w:val="20"/>
        </w:rPr>
      </w:pPr>
    </w:p>
    <w:p w14:paraId="42C69C91" w14:textId="77777777" w:rsidR="003877B1" w:rsidRDefault="003877B1" w:rsidP="00F77D28">
      <w:pPr>
        <w:rPr>
          <w:bCs/>
          <w:sz w:val="20"/>
        </w:rPr>
      </w:pPr>
    </w:p>
    <w:p w14:paraId="08A89D74" w14:textId="77777777" w:rsidR="003877B1" w:rsidRDefault="003877B1" w:rsidP="00F77D28">
      <w:pPr>
        <w:rPr>
          <w:bCs/>
          <w:sz w:val="20"/>
        </w:rPr>
      </w:pPr>
    </w:p>
    <w:p w14:paraId="5603D603" w14:textId="77777777" w:rsidR="003877B1" w:rsidRDefault="003877B1" w:rsidP="00F77D28">
      <w:pPr>
        <w:rPr>
          <w:bCs/>
          <w:sz w:val="20"/>
        </w:rPr>
      </w:pPr>
    </w:p>
    <w:p w14:paraId="70A73A1F" w14:textId="77777777" w:rsidR="003877B1" w:rsidRDefault="003877B1" w:rsidP="00F77D28">
      <w:pPr>
        <w:rPr>
          <w:bCs/>
          <w:sz w:val="20"/>
        </w:rPr>
      </w:pPr>
    </w:p>
    <w:p w14:paraId="3C2FF87B" w14:textId="77777777" w:rsidR="003877B1" w:rsidRDefault="003877B1" w:rsidP="00F77D28">
      <w:pPr>
        <w:rPr>
          <w:bCs/>
          <w:sz w:val="20"/>
        </w:rPr>
      </w:pPr>
    </w:p>
    <w:p w14:paraId="4D23AF88" w14:textId="77777777" w:rsidR="003877B1" w:rsidRDefault="003877B1" w:rsidP="00F77D28">
      <w:pPr>
        <w:rPr>
          <w:bCs/>
          <w:sz w:val="20"/>
        </w:rPr>
      </w:pPr>
    </w:p>
    <w:p w14:paraId="62AB8FD2" w14:textId="77777777" w:rsidR="003877B1" w:rsidRDefault="003877B1" w:rsidP="00F77D28">
      <w:pPr>
        <w:rPr>
          <w:bCs/>
          <w:sz w:val="20"/>
        </w:rPr>
      </w:pPr>
    </w:p>
    <w:p w14:paraId="617E0A92" w14:textId="77777777" w:rsidR="003877B1" w:rsidRDefault="003877B1" w:rsidP="00F77D28">
      <w:pPr>
        <w:rPr>
          <w:bCs/>
          <w:sz w:val="20"/>
        </w:rPr>
      </w:pPr>
    </w:p>
    <w:p w14:paraId="3140CD10" w14:textId="77777777" w:rsidR="003877B1" w:rsidRDefault="003877B1" w:rsidP="00F77D28">
      <w:pPr>
        <w:rPr>
          <w:bCs/>
          <w:sz w:val="20"/>
        </w:rPr>
      </w:pPr>
    </w:p>
    <w:p w14:paraId="263B9342" w14:textId="77777777" w:rsidR="003877B1" w:rsidRDefault="003877B1" w:rsidP="00F77D28">
      <w:pPr>
        <w:rPr>
          <w:bCs/>
          <w:sz w:val="20"/>
        </w:rPr>
      </w:pPr>
    </w:p>
    <w:p w14:paraId="1F206D7B" w14:textId="77777777" w:rsidR="003877B1" w:rsidRPr="00F77D28" w:rsidRDefault="003877B1" w:rsidP="00F77D28">
      <w:pPr>
        <w:rPr>
          <w:bCs/>
          <w:sz w:val="20"/>
        </w:rPr>
      </w:pPr>
    </w:p>
    <w:p w14:paraId="18F10147" w14:textId="77777777" w:rsidR="001D298A" w:rsidRDefault="001D298A" w:rsidP="001D298A">
      <w:pPr>
        <w:rPr>
          <w:bCs/>
          <w:sz w:val="20"/>
        </w:rPr>
      </w:pPr>
    </w:p>
    <w:p w14:paraId="72907BF9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2BF0E1D7" w14:textId="186293F0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5314BB9D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B8AFB17" w14:textId="4A688651" w:rsidR="005253F3" w:rsidRPr="00330C91" w:rsidRDefault="005253F3" w:rsidP="00FE2587">
      <w:pPr>
        <w:tabs>
          <w:tab w:val="left" w:pos="1134"/>
        </w:tabs>
        <w:jc w:val="both"/>
        <w:rPr>
          <w:b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F7301C">
        <w:rPr>
          <w:bCs/>
          <w:sz w:val="20"/>
        </w:rPr>
        <w:t>0</w:t>
      </w:r>
      <w:r w:rsidR="00B85C69">
        <w:rPr>
          <w:bCs/>
          <w:sz w:val="20"/>
        </w:rPr>
        <w:t>2</w:t>
      </w:r>
      <w:r w:rsidR="0075603D">
        <w:rPr>
          <w:bCs/>
          <w:sz w:val="20"/>
        </w:rPr>
        <w:t>.0</w:t>
      </w:r>
      <w:r w:rsidR="00B85C69">
        <w:rPr>
          <w:bCs/>
          <w:sz w:val="20"/>
        </w:rPr>
        <w:t>5</w:t>
      </w:r>
      <w:r w:rsidR="00D32EF1">
        <w:rPr>
          <w:bCs/>
          <w:sz w:val="20"/>
        </w:rPr>
        <w:t>.20</w:t>
      </w:r>
      <w:r w:rsidR="0078716E">
        <w:rPr>
          <w:bCs/>
          <w:sz w:val="20"/>
        </w:rPr>
        <w:t>2</w:t>
      </w:r>
      <w:r w:rsidR="00F7301C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BE755A">
        <w:rPr>
          <w:bCs/>
          <w:sz w:val="20"/>
        </w:rPr>
        <w:t>3</w:t>
      </w:r>
      <w:r w:rsidR="00FE2587">
        <w:rPr>
          <w:bCs/>
          <w:sz w:val="20"/>
        </w:rPr>
        <w:t>0</w:t>
      </w:r>
      <w:r w:rsidR="00BE755A">
        <w:rPr>
          <w:bCs/>
          <w:sz w:val="20"/>
        </w:rPr>
        <w:t>.06</w:t>
      </w:r>
      <w:r w:rsidR="00075039">
        <w:rPr>
          <w:bCs/>
          <w:sz w:val="20"/>
        </w:rPr>
        <w:t>.202</w:t>
      </w:r>
      <w:r w:rsidR="00F7301C">
        <w:rPr>
          <w:bCs/>
          <w:sz w:val="20"/>
        </w:rPr>
        <w:t>5</w:t>
      </w:r>
      <w:r w:rsidR="0075603D">
        <w:rPr>
          <w:b/>
          <w:sz w:val="20"/>
        </w:rPr>
        <w:tab/>
      </w:r>
    </w:p>
    <w:p w14:paraId="4DCF8203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CBB9338" w14:textId="77777777" w:rsidR="005253F3" w:rsidRPr="00330C91" w:rsidRDefault="005253F3" w:rsidP="00EB57EF">
      <w:pPr>
        <w:rPr>
          <w:sz w:val="20"/>
        </w:rPr>
      </w:pPr>
    </w:p>
    <w:p w14:paraId="330B94E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E5D09CF" w14:textId="77777777" w:rsidR="007207F8" w:rsidRPr="00330C91" w:rsidRDefault="007207F8" w:rsidP="007207F8">
      <w:pPr>
        <w:rPr>
          <w:sz w:val="20"/>
        </w:rPr>
      </w:pPr>
    </w:p>
    <w:p w14:paraId="324E2F81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7C813184" w14:textId="77777777" w:rsidR="00903014" w:rsidRDefault="00D83439" w:rsidP="00EB57EF">
      <w:pPr>
        <w:rPr>
          <w:i/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03558400" w14:textId="77777777" w:rsidR="00903014" w:rsidRDefault="00903014" w:rsidP="00EB57EF">
      <w:pPr>
        <w:rPr>
          <w:i/>
          <w:sz w:val="20"/>
        </w:rPr>
      </w:pPr>
    </w:p>
    <w:p w14:paraId="02B5AEF9" w14:textId="77777777" w:rsidR="00903014" w:rsidRDefault="00903014" w:rsidP="00EB57EF">
      <w:pPr>
        <w:rPr>
          <w:i/>
          <w:sz w:val="20"/>
        </w:rPr>
      </w:pPr>
    </w:p>
    <w:p w14:paraId="0F063810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3B336" w14:textId="77777777" w:rsidR="00335DB9" w:rsidRDefault="00335DB9">
      <w:r>
        <w:separator/>
      </w:r>
    </w:p>
  </w:endnote>
  <w:endnote w:type="continuationSeparator" w:id="0">
    <w:p w14:paraId="38241D1D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AB921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E3C43" w14:textId="77777777" w:rsidR="00335DB9" w:rsidRDefault="00335DB9">
      <w:r>
        <w:separator/>
      </w:r>
    </w:p>
  </w:footnote>
  <w:footnote w:type="continuationSeparator" w:id="0">
    <w:p w14:paraId="1BD797E7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CEAB6" w14:textId="4E06DB96" w:rsidR="003C047F" w:rsidRPr="00E144F2" w:rsidRDefault="003C047F" w:rsidP="00754CEE">
    <w:pPr>
      <w:framePr w:w="9639" w:h="851" w:hSpace="181" w:wrap="around" w:vAnchor="page" w:hAnchor="page" w:x="1135" w:y="568"/>
      <w:jc w:val="center"/>
      <w:rPr>
        <w:rFonts w:ascii="Arial" w:hAnsi="Arial" w:cs="Arial"/>
        <w:b/>
        <w:sz w:val="18"/>
        <w:szCs w:val="18"/>
      </w:rPr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C82DA0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82864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13356"/>
    <w:multiLevelType w:val="hybridMultilevel"/>
    <w:tmpl w:val="5BB4A088"/>
    <w:lvl w:ilvl="0" w:tplc="0CA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2751581">
    <w:abstractNumId w:val="0"/>
  </w:num>
  <w:num w:numId="2" w16cid:durableId="707802261">
    <w:abstractNumId w:val="6"/>
  </w:num>
  <w:num w:numId="3" w16cid:durableId="1367556792">
    <w:abstractNumId w:val="5"/>
  </w:num>
  <w:num w:numId="4" w16cid:durableId="1366904175">
    <w:abstractNumId w:val="8"/>
  </w:num>
  <w:num w:numId="5" w16cid:durableId="2000108895">
    <w:abstractNumId w:val="9"/>
  </w:num>
  <w:num w:numId="6" w16cid:durableId="7604529">
    <w:abstractNumId w:val="11"/>
  </w:num>
  <w:num w:numId="7" w16cid:durableId="1008865990">
    <w:abstractNumId w:val="12"/>
  </w:num>
  <w:num w:numId="8" w16cid:durableId="789711658">
    <w:abstractNumId w:val="3"/>
  </w:num>
  <w:num w:numId="9" w16cid:durableId="1218055657">
    <w:abstractNumId w:val="4"/>
  </w:num>
  <w:num w:numId="10" w16cid:durableId="1894850644">
    <w:abstractNumId w:val="1"/>
  </w:num>
  <w:num w:numId="11" w16cid:durableId="940531555">
    <w:abstractNumId w:val="2"/>
  </w:num>
  <w:num w:numId="12" w16cid:durableId="501243322">
    <w:abstractNumId w:val="7"/>
  </w:num>
  <w:num w:numId="13" w16cid:durableId="87230158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3C2"/>
    <w:rsid w:val="00012D8E"/>
    <w:rsid w:val="00025146"/>
    <w:rsid w:val="000314C3"/>
    <w:rsid w:val="00034080"/>
    <w:rsid w:val="00035B26"/>
    <w:rsid w:val="00042140"/>
    <w:rsid w:val="0004317E"/>
    <w:rsid w:val="0004536B"/>
    <w:rsid w:val="000457DE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4FE5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C037C"/>
    <w:rsid w:val="001C3CA4"/>
    <w:rsid w:val="001C5A75"/>
    <w:rsid w:val="001C6234"/>
    <w:rsid w:val="001C73D4"/>
    <w:rsid w:val="001D298A"/>
    <w:rsid w:val="001D2CCB"/>
    <w:rsid w:val="001D3401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1202D"/>
    <w:rsid w:val="00212CA7"/>
    <w:rsid w:val="00216D5C"/>
    <w:rsid w:val="00226AB7"/>
    <w:rsid w:val="00226D3A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2293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0F13"/>
    <w:rsid w:val="003835C4"/>
    <w:rsid w:val="00387747"/>
    <w:rsid w:val="003877B1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1EB2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744C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5EC5"/>
    <w:rsid w:val="005655A4"/>
    <w:rsid w:val="00566DA4"/>
    <w:rsid w:val="00574248"/>
    <w:rsid w:val="0058348A"/>
    <w:rsid w:val="0059149C"/>
    <w:rsid w:val="00592D37"/>
    <w:rsid w:val="005A01B6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0EFD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B0D"/>
    <w:rsid w:val="006975E1"/>
    <w:rsid w:val="006A2FC1"/>
    <w:rsid w:val="006A6699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206"/>
    <w:rsid w:val="0075096D"/>
    <w:rsid w:val="0075153C"/>
    <w:rsid w:val="007515E5"/>
    <w:rsid w:val="007526BF"/>
    <w:rsid w:val="00752868"/>
    <w:rsid w:val="00752885"/>
    <w:rsid w:val="00752C4F"/>
    <w:rsid w:val="00754CEE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19D4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6F7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3014"/>
    <w:rsid w:val="00907283"/>
    <w:rsid w:val="0091010D"/>
    <w:rsid w:val="00925BC2"/>
    <w:rsid w:val="00930C5E"/>
    <w:rsid w:val="00933C09"/>
    <w:rsid w:val="009349BC"/>
    <w:rsid w:val="0093627A"/>
    <w:rsid w:val="00942551"/>
    <w:rsid w:val="00960CAC"/>
    <w:rsid w:val="00965E4B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E582E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624A3"/>
    <w:rsid w:val="00A63F9D"/>
    <w:rsid w:val="00A67C68"/>
    <w:rsid w:val="00A72A8F"/>
    <w:rsid w:val="00A74DFE"/>
    <w:rsid w:val="00A9315B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7621"/>
    <w:rsid w:val="00B416FA"/>
    <w:rsid w:val="00B443E1"/>
    <w:rsid w:val="00B462ED"/>
    <w:rsid w:val="00B50FCD"/>
    <w:rsid w:val="00B602BD"/>
    <w:rsid w:val="00B62170"/>
    <w:rsid w:val="00B67410"/>
    <w:rsid w:val="00B67DA4"/>
    <w:rsid w:val="00B726B4"/>
    <w:rsid w:val="00B818AF"/>
    <w:rsid w:val="00B826AF"/>
    <w:rsid w:val="00B8365C"/>
    <w:rsid w:val="00B8580F"/>
    <w:rsid w:val="00B85B2C"/>
    <w:rsid w:val="00B85C69"/>
    <w:rsid w:val="00B923F1"/>
    <w:rsid w:val="00B92894"/>
    <w:rsid w:val="00B942D7"/>
    <w:rsid w:val="00BA4742"/>
    <w:rsid w:val="00BA549B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E755A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881"/>
    <w:rsid w:val="00C45FAD"/>
    <w:rsid w:val="00C4605A"/>
    <w:rsid w:val="00C547BC"/>
    <w:rsid w:val="00C56AE9"/>
    <w:rsid w:val="00C57974"/>
    <w:rsid w:val="00C623B7"/>
    <w:rsid w:val="00C64B18"/>
    <w:rsid w:val="00C673EA"/>
    <w:rsid w:val="00C679DE"/>
    <w:rsid w:val="00C741B5"/>
    <w:rsid w:val="00C75132"/>
    <w:rsid w:val="00C82045"/>
    <w:rsid w:val="00C82DA0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CF7870"/>
    <w:rsid w:val="00D00D20"/>
    <w:rsid w:val="00D02387"/>
    <w:rsid w:val="00D12D1A"/>
    <w:rsid w:val="00D13208"/>
    <w:rsid w:val="00D17975"/>
    <w:rsid w:val="00D21708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27C5"/>
    <w:rsid w:val="00D63ACF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1832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5EF"/>
    <w:rsid w:val="00E26E9D"/>
    <w:rsid w:val="00E36161"/>
    <w:rsid w:val="00E408BA"/>
    <w:rsid w:val="00E4600D"/>
    <w:rsid w:val="00E5720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57EF"/>
    <w:rsid w:val="00EB6A8A"/>
    <w:rsid w:val="00EB7677"/>
    <w:rsid w:val="00ED071D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45AB"/>
    <w:rsid w:val="00F06F1D"/>
    <w:rsid w:val="00F217C0"/>
    <w:rsid w:val="00F24893"/>
    <w:rsid w:val="00F30908"/>
    <w:rsid w:val="00F30EEF"/>
    <w:rsid w:val="00F4318C"/>
    <w:rsid w:val="00F46877"/>
    <w:rsid w:val="00F472E6"/>
    <w:rsid w:val="00F52E9A"/>
    <w:rsid w:val="00F55F54"/>
    <w:rsid w:val="00F56F06"/>
    <w:rsid w:val="00F666FC"/>
    <w:rsid w:val="00F7301C"/>
    <w:rsid w:val="00F76FB8"/>
    <w:rsid w:val="00F77D28"/>
    <w:rsid w:val="00F80DAA"/>
    <w:rsid w:val="00F83376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C7947"/>
    <w:rsid w:val="00FD3924"/>
    <w:rsid w:val="00FD4EC7"/>
    <w:rsid w:val="00FD52DA"/>
    <w:rsid w:val="00FD6601"/>
    <w:rsid w:val="00FD6AFB"/>
    <w:rsid w:val="00FE11DC"/>
    <w:rsid w:val="00FE2587"/>
    <w:rsid w:val="00FE307F"/>
    <w:rsid w:val="00FE5D70"/>
    <w:rsid w:val="00FE693F"/>
    <w:rsid w:val="00FF1522"/>
    <w:rsid w:val="00FF1D28"/>
    <w:rsid w:val="00FF1F9C"/>
    <w:rsid w:val="00FF21E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45D621F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CF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5F7D9-B011-40D2-AE4F-17609090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61</TotalTime>
  <Pages>4</Pages>
  <Words>408</Words>
  <Characters>3122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3523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6</cp:revision>
  <cp:lastPrinted>2018-08-16T11:33:00Z</cp:lastPrinted>
  <dcterms:created xsi:type="dcterms:W3CDTF">2025-05-02T08:55:00Z</dcterms:created>
  <dcterms:modified xsi:type="dcterms:W3CDTF">2025-05-02T09:53:00Z</dcterms:modified>
</cp:coreProperties>
</file>